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2212DBA9-5822-4BE8-A35C-347D2F32E13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